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86DA2" w14:textId="4FB760B5" w:rsidR="009F57C6" w:rsidRDefault="003060A5" w:rsidP="005801D4">
      <w:pPr>
        <w:pStyle w:val="Heading1"/>
      </w:pPr>
      <w:bookmarkStart w:id="0" w:name="_GoBack"/>
      <w:bookmarkEnd w:id="0"/>
      <w:r>
        <w:t>4 Simple Ways to Immediately End Bad Habits</w:t>
      </w:r>
    </w:p>
    <w:p w14:paraId="4905CF2E" w14:textId="7EE9F6DE" w:rsidR="005801D4" w:rsidRDefault="005801D4" w:rsidP="005801D4"/>
    <w:p w14:paraId="70B096B6" w14:textId="48365006" w:rsidR="005801D4" w:rsidRDefault="003060A5" w:rsidP="005801D4">
      <w:r>
        <w:t xml:space="preserve">Most of us have bad habits that we aren’t proud of, so if your struggling with bad habits, rest assured that you’re not alone. </w:t>
      </w:r>
      <w:r w:rsidR="005A1C3E">
        <w:t xml:space="preserve">Bad habits can be incredibly difficult to stop thanks to the fact that most of our habits are buried deep within our subconscious and a majority of the time we don’t even recognize when we engage in them. </w:t>
      </w:r>
      <w:r w:rsidR="00475C68">
        <w:t xml:space="preserve">If you want to break your bad habits, follow these four simple ways to end them </w:t>
      </w:r>
      <w:r w:rsidR="004A5B91">
        <w:t xml:space="preserve">immediately. </w:t>
      </w:r>
    </w:p>
    <w:p w14:paraId="66A8D1AA" w14:textId="75805EA4" w:rsidR="004A5B91" w:rsidRDefault="004A5B91" w:rsidP="005801D4"/>
    <w:p w14:paraId="58BBAB65" w14:textId="45918197" w:rsidR="004A5B91" w:rsidRDefault="003060A5" w:rsidP="005801D4">
      <w:pPr>
        <w:rPr>
          <w:b/>
          <w:bCs/>
        </w:rPr>
      </w:pPr>
      <w:r>
        <w:rPr>
          <w:b/>
          <w:bCs/>
        </w:rPr>
        <w:t>Label the Habit</w:t>
      </w:r>
    </w:p>
    <w:p w14:paraId="7A255BBD" w14:textId="00B10BB2" w:rsidR="00DD0101" w:rsidRDefault="003060A5" w:rsidP="005801D4">
      <w:r>
        <w:t>What bad habit are you trying to eliminate? Whatever the habit may be</w:t>
      </w:r>
      <w:r>
        <w:t xml:space="preserve">, whether it is overeating, procrastination, smoking, cursing, or something else, it is essential that you specify the habit that you are trying to change. </w:t>
      </w:r>
      <w:r w:rsidR="00302A34">
        <w:t xml:space="preserve">You may think that identifying your habit is overly simplistic, but it is crucial if you want to end them. </w:t>
      </w:r>
      <w:r w:rsidR="003902D4">
        <w:t>Habits are so powerful because they enter our consciousness rarely. Putting a label on them is a way to direct your energy and attention toward unwanted behavior.</w:t>
      </w:r>
    </w:p>
    <w:p w14:paraId="231A67D5" w14:textId="470E2AC0" w:rsidR="003902D4" w:rsidRDefault="003902D4" w:rsidP="005801D4"/>
    <w:p w14:paraId="058ADAF6" w14:textId="531D07C7" w:rsidR="003902D4" w:rsidRDefault="003060A5" w:rsidP="005801D4">
      <w:pPr>
        <w:rPr>
          <w:b/>
          <w:bCs/>
        </w:rPr>
      </w:pPr>
      <w:r>
        <w:rPr>
          <w:b/>
          <w:bCs/>
        </w:rPr>
        <w:t>Find the Reward</w:t>
      </w:r>
    </w:p>
    <w:p w14:paraId="1BC04991" w14:textId="66856E55" w:rsidR="00D724E5" w:rsidRDefault="003060A5" w:rsidP="005801D4">
      <w:r>
        <w:t xml:space="preserve">If you smoke, what is the reward that you get from smoking? </w:t>
      </w:r>
      <w:r w:rsidR="00BF190E">
        <w:t xml:space="preserve">Most smokers will say that the biggest draw of smoking is the stress relieve one gets. The problem with the reward of smoking is that it isn’t going to last. </w:t>
      </w:r>
      <w:r w:rsidR="000403FA">
        <w:t xml:space="preserve">Going one step further, our rewards for bad habits tend to turn to regret, which in turn produces more stress, which has a way of reinforcing your bad habits. </w:t>
      </w:r>
    </w:p>
    <w:p w14:paraId="27E6AD2A" w14:textId="578DE884" w:rsidR="000403FA" w:rsidRDefault="000403FA" w:rsidP="005801D4"/>
    <w:p w14:paraId="7A1DFBFF" w14:textId="508C0112" w:rsidR="000403FA" w:rsidRDefault="003060A5" w:rsidP="005801D4">
      <w:pPr>
        <w:rPr>
          <w:b/>
          <w:bCs/>
        </w:rPr>
      </w:pPr>
      <w:r>
        <w:rPr>
          <w:b/>
          <w:bCs/>
        </w:rPr>
        <w:t>Be Self-Aware</w:t>
      </w:r>
    </w:p>
    <w:p w14:paraId="2611F8BE" w14:textId="395F17DD" w:rsidR="002C3BA6" w:rsidRDefault="003060A5" w:rsidP="005801D4">
      <w:r>
        <w:t>This step gets to the crux of your bad habit: the triggers. You need to be able to identify what triggers the bad habit</w:t>
      </w:r>
      <w:r w:rsidR="00C84641">
        <w:t xml:space="preserve"> so you can figure out how to cut the habitual impulse off before it can take hold. Looking again at the habit</w:t>
      </w:r>
      <w:r w:rsidR="00DB06C8">
        <w:t xml:space="preserve"> of smoking, the body is more likely to crave the </w:t>
      </w:r>
      <w:r w:rsidR="00E14237">
        <w:t xml:space="preserve">relaxing effects of the nicotine when it experiences stress. When you can observe your inner state, you are less likely to engage </w:t>
      </w:r>
      <w:r w:rsidR="00060191">
        <w:t xml:space="preserve">in bad habits. </w:t>
      </w:r>
    </w:p>
    <w:p w14:paraId="10233B00" w14:textId="329B2DF1" w:rsidR="00060191" w:rsidRDefault="00060191" w:rsidP="005801D4"/>
    <w:p w14:paraId="063E4036" w14:textId="724C4B1B" w:rsidR="00060191" w:rsidRDefault="003060A5" w:rsidP="005801D4">
      <w:pPr>
        <w:rPr>
          <w:b/>
          <w:bCs/>
        </w:rPr>
      </w:pPr>
      <w:r>
        <w:rPr>
          <w:b/>
          <w:bCs/>
        </w:rPr>
        <w:t>Be Mindful</w:t>
      </w:r>
    </w:p>
    <w:p w14:paraId="73EA5220" w14:textId="36FBFA36" w:rsidR="00060191" w:rsidRDefault="003060A5" w:rsidP="005801D4">
      <w:r>
        <w:t>When yo</w:t>
      </w:r>
      <w:r>
        <w:t>u can develop an attitude of mindfulness, ending a bad habit can be viewed as a journey</w:t>
      </w:r>
      <w:r w:rsidR="00C45409">
        <w:t>. The reason is simple; we are our worst critics. Your attitude, and how you feel about your attitude, will determine whether or not you can kick the habit.</w:t>
      </w:r>
    </w:p>
    <w:p w14:paraId="7BBAC148" w14:textId="4695D4ED" w:rsidR="00D46865" w:rsidRDefault="00D46865" w:rsidP="005801D4"/>
    <w:p w14:paraId="7D1665FB" w14:textId="0CF91781" w:rsidR="00D46865" w:rsidRPr="00B51B3B" w:rsidRDefault="003060A5" w:rsidP="005801D4">
      <w:r>
        <w:lastRenderedPageBreak/>
        <w:t>When you ar</w:t>
      </w:r>
      <w:r>
        <w:t>e trying to break a bad habit, it is essential that you remain calm and embrace the difficulty of the process. Following these four tips, you can stop your bad habit for good.</w:t>
      </w:r>
    </w:p>
    <w:sectPr w:rsidR="00D46865" w:rsidRPr="00B51B3B" w:rsidSect="00995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489"/>
    <w:rsid w:val="00024D9B"/>
    <w:rsid w:val="000403FA"/>
    <w:rsid w:val="00060191"/>
    <w:rsid w:val="002C3BA6"/>
    <w:rsid w:val="00302A34"/>
    <w:rsid w:val="003060A5"/>
    <w:rsid w:val="003902D4"/>
    <w:rsid w:val="00394446"/>
    <w:rsid w:val="00475C68"/>
    <w:rsid w:val="004A5B91"/>
    <w:rsid w:val="005801D4"/>
    <w:rsid w:val="005A1C3E"/>
    <w:rsid w:val="005B223E"/>
    <w:rsid w:val="00606C42"/>
    <w:rsid w:val="00623ED3"/>
    <w:rsid w:val="00862A19"/>
    <w:rsid w:val="00995CB4"/>
    <w:rsid w:val="009F57C6"/>
    <w:rsid w:val="00AB1489"/>
    <w:rsid w:val="00B51B3B"/>
    <w:rsid w:val="00BF190E"/>
    <w:rsid w:val="00C45409"/>
    <w:rsid w:val="00C84641"/>
    <w:rsid w:val="00D46865"/>
    <w:rsid w:val="00D724E5"/>
    <w:rsid w:val="00DB06C8"/>
    <w:rsid w:val="00DD0101"/>
    <w:rsid w:val="00E14237"/>
    <w:rsid w:val="00E35FB7"/>
    <w:rsid w:val="00E9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271CFF"/>
  <w15:chartTrackingRefBased/>
  <w15:docId w15:val="{C8C0834D-D77A-F045-86CA-F2F65E55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ED3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ED3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ED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ED3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ED3"/>
    <w:rPr>
      <w:rFonts w:ascii="Arial" w:eastAsiaTheme="majorEastAsia" w:hAnsi="Arial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eneemiller/Library/Group%20Containers/UBF8T346G9.Office/User%20Content.localized/Templates.localized/Unstoppable%20Profi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Unstoppable Profits.dotx</Template>
  <TotalTime>0</TotalTime>
  <Pages>2</Pages>
  <Words>414</Words>
  <Characters>1846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Renee Miller</cp:lastModifiedBy>
  <cp:revision>3</cp:revision>
  <dcterms:created xsi:type="dcterms:W3CDTF">2019-06-27T16:33:00Z</dcterms:created>
  <dcterms:modified xsi:type="dcterms:W3CDTF">2019-06-27T16:33:00Z</dcterms:modified>
  <cp:category/>
</cp:coreProperties>
</file>